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610"/>
        <w:gridCol w:w="8029"/>
      </w:tblGrid>
      <w:tr w:rsidR="00022CCA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8217B1" w:rsidRDefault="00022CCA" w:rsidP="0069482D"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305A5D" w:rsidP="0069482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Giulia DIXON </w:t>
            </w:r>
          </w:p>
        </w:tc>
      </w:tr>
      <w:tr w:rsidR="00022CCA" w:rsidRPr="0058727F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022CCA" w:rsidP="0069482D">
            <w:pPr>
              <w:rPr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305A5D" w:rsidP="00305A5D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16/07/1970</w:t>
            </w:r>
            <w:r w:rsidR="00022CCA" w:rsidRPr="0058727F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022CCA" w:rsidRPr="0058727F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022CCA" w:rsidRPr="0058727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</w:tr>
      <w:tr w:rsidR="00022CCA" w:rsidRPr="0058727F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64185E" w:rsidP="0069482D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64185E" w:rsidP="0069482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8727F">
              <w:rPr>
                <w:rFonts w:ascii="Arial" w:hAnsi="Arial" w:cs="Arial"/>
                <w:sz w:val="18"/>
                <w:szCs w:val="18"/>
              </w:rPr>
              <w:t>DIS</w:t>
            </w:r>
            <w:r w:rsidR="00305A5D">
              <w:rPr>
                <w:rFonts w:ascii="Arial" w:hAnsi="Arial" w:cs="Arial"/>
                <w:sz w:val="18"/>
                <w:szCs w:val="18"/>
              </w:rPr>
              <w:t>2033377</w:t>
            </w: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58727F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305A5D" w:rsidP="0058727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Tuesday 28</w:t>
            </w:r>
            <w:r w:rsidRPr="00305A5D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>
              <w:rPr>
                <w:rFonts w:ascii="Arial" w:hAnsi="Arial" w:cs="Arial"/>
                <w:sz w:val="18"/>
                <w:szCs w:val="18"/>
              </w:rPr>
              <w:t xml:space="preserve"> September 2021</w:t>
            </w: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58727F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305A5D" w:rsidP="0058727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Mr Krijgsman </w:t>
            </w: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69482D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8029" w:type="dxa"/>
            <w:vMerge w:val="restar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305A5D" w:rsidP="00305A5D">
            <w:pPr>
              <w:rPr>
                <w:rFonts w:ascii="Arial" w:hAnsi="Arial" w:cs="Arial"/>
                <w:sz w:val="18"/>
                <w:szCs w:val="18"/>
              </w:rPr>
            </w:pPr>
            <w:r w:rsidRPr="00305A5D">
              <w:rPr>
                <w:rFonts w:ascii="Arial" w:hAnsi="Arial" w:cs="Arial"/>
                <w:sz w:val="18"/>
                <w:szCs w:val="18"/>
              </w:rPr>
              <w:t>Right venous changes with recent symptoms of ?claudication</w:t>
            </w:r>
            <w:r w:rsidR="0064185E" w:rsidRPr="0058727F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69482D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80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69482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64185E" w:rsidRPr="0058727F" w:rsidTr="0058727F">
        <w:tc>
          <w:tcPr>
            <w:tcW w:w="9753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8727F">
              <w:rPr>
                <w:rFonts w:ascii="Arial" w:hAnsi="Arial"/>
                <w:b/>
                <w:bCs/>
                <w:sz w:val="18"/>
                <w:szCs w:val="20"/>
              </w:rPr>
              <w:t>Right Lower Extremity Venous Duplex</w:t>
            </w:r>
          </w:p>
        </w:tc>
      </w:tr>
      <w:tr w:rsidR="0064185E" w:rsidRPr="0058727F" w:rsidTr="0058727F">
        <w:trPr>
          <w:trHeight w:val="7938"/>
        </w:trPr>
        <w:tc>
          <w:tcPr>
            <w:tcW w:w="975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305A5D" w:rsidP="0058727F">
            <w:pPr>
              <w:jc w:val="center"/>
              <w:rPr>
                <w:rFonts w:ascii="Arial" w:hAnsi="Arial"/>
                <w:sz w:val="18"/>
                <w:szCs w:val="20"/>
              </w:rPr>
            </w:pP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4528185</wp:posOffset>
                      </wp:positionH>
                      <wp:positionV relativeFrom="paragraph">
                        <wp:posOffset>2112010</wp:posOffset>
                      </wp:positionV>
                      <wp:extent cx="127000" cy="2095500"/>
                      <wp:effectExtent l="9525" t="9525" r="15875" b="9525"/>
                      <wp:wrapNone/>
                      <wp:docPr id="51" name="Freeform 5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7000" cy="2095500"/>
                              </a:xfrm>
                              <a:custGeom>
                                <a:avLst/>
                                <a:gdLst>
                                  <a:gd name="T0" fmla="*/ 0 w 200"/>
                                  <a:gd name="T1" fmla="*/ 3300 h 3300"/>
                                  <a:gd name="T2" fmla="*/ 195 w 200"/>
                                  <a:gd name="T3" fmla="*/ 735 h 3300"/>
                                  <a:gd name="T4" fmla="*/ 30 w 200"/>
                                  <a:gd name="T5" fmla="*/ 0 h 33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00" h="3300">
                                    <a:moveTo>
                                      <a:pt x="0" y="3300"/>
                                    </a:moveTo>
                                    <a:cubicBezTo>
                                      <a:pt x="95" y="2292"/>
                                      <a:pt x="190" y="1285"/>
                                      <a:pt x="195" y="735"/>
                                    </a:cubicBezTo>
                                    <a:cubicBezTo>
                                      <a:pt x="200" y="185"/>
                                      <a:pt x="115" y="92"/>
                                      <a:pt x="30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27ED9B" id="Freeform 501" o:spid="_x0000_s1026" style="position:absolute;margin-left:356.55pt;margin-top:166.3pt;width:10pt;height:1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,3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" path="m,3300c95,2292,190,1285,195,735,200,185,115,92,30,e" filled="f" strokecolor="navy" strokeweight="1.5pt">
                      <v:path arrowok="t" o:connecttype="custom" o:connectlocs="0,2095500;123825,466725;19050,0" o:connectangles="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1538605</wp:posOffset>
                      </wp:positionH>
                      <wp:positionV relativeFrom="paragraph">
                        <wp:posOffset>273685</wp:posOffset>
                      </wp:positionV>
                      <wp:extent cx="885825" cy="3743325"/>
                      <wp:effectExtent l="10795" t="9525" r="17780" b="9525"/>
                      <wp:wrapNone/>
                      <wp:docPr id="50" name="Freeform 5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85825" cy="3743325"/>
                              </a:xfrm>
                              <a:custGeom>
                                <a:avLst/>
                                <a:gdLst>
                                  <a:gd name="T0" fmla="*/ 928 w 1395"/>
                                  <a:gd name="T1" fmla="*/ 5895 h 5895"/>
                                  <a:gd name="T2" fmla="*/ 343 w 1395"/>
                                  <a:gd name="T3" fmla="*/ 4080 h 5895"/>
                                  <a:gd name="T4" fmla="*/ 148 w 1395"/>
                                  <a:gd name="T5" fmla="*/ 2475 h 5895"/>
                                  <a:gd name="T6" fmla="*/ 1228 w 1395"/>
                                  <a:gd name="T7" fmla="*/ 645 h 5895"/>
                                  <a:gd name="T8" fmla="*/ 1153 w 1395"/>
                                  <a:gd name="T9" fmla="*/ 0 h 58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395" h="5895">
                                    <a:moveTo>
                                      <a:pt x="928" y="5895"/>
                                    </a:moveTo>
                                    <a:cubicBezTo>
                                      <a:pt x="700" y="5272"/>
                                      <a:pt x="473" y="4650"/>
                                      <a:pt x="343" y="4080"/>
                                    </a:cubicBezTo>
                                    <a:cubicBezTo>
                                      <a:pt x="213" y="3510"/>
                                      <a:pt x="0" y="3048"/>
                                      <a:pt x="148" y="2475"/>
                                    </a:cubicBezTo>
                                    <a:cubicBezTo>
                                      <a:pt x="296" y="1902"/>
                                      <a:pt x="1061" y="1057"/>
                                      <a:pt x="1228" y="645"/>
                                    </a:cubicBezTo>
                                    <a:cubicBezTo>
                                      <a:pt x="1395" y="233"/>
                                      <a:pt x="1274" y="116"/>
                                      <a:pt x="1153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636077" id="Freeform 500" o:spid="_x0000_s1026" style="position:absolute;margin-left:121.15pt;margin-top:21.55pt;width:69.75pt;height:29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95,5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" path="m928,5895c700,5272,473,4650,343,4080,213,3510,,3048,148,2475,296,1902,1061,1057,1228,645,1395,233,1274,116,1153,e" filled="f" strokecolor="navy" strokeweight="1.5pt">
                      <v:path arrowok="t" o:connecttype="custom" o:connectlocs="589280,3743325;217805,2590800;93980,1571625;779780,409575;732155,0" o:connectangles="0,0,0,0,0"/>
                    </v:shape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63500</wp:posOffset>
                      </wp:positionV>
                      <wp:extent cx="1807845" cy="4911725"/>
                      <wp:effectExtent l="7620" t="8890" r="13335" b="13335"/>
                      <wp:wrapNone/>
                      <wp:docPr id="32" name="Group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7845" cy="4911725"/>
                                <a:chOff x="2457" y="3389"/>
                                <a:chExt cx="2847" cy="7735"/>
                              </a:xfrm>
                            </wpg:grpSpPr>
                            <wps:wsp>
                              <wps:cNvPr id="33" name="Freeform 46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240" y="9640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46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83" y="4666"/>
                                  <a:ext cx="421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46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516" y="6608"/>
                                  <a:ext cx="443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46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445" y="7360"/>
                                  <a:ext cx="969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46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171" y="7104"/>
                                  <a:ext cx="967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4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71" y="4292"/>
                                  <a:ext cx="1096" cy="5656"/>
                                </a:xfrm>
                                <a:custGeom>
                                  <a:avLst/>
                                  <a:gdLst>
                                    <a:gd name="T0" fmla="*/ 820 w 1096"/>
                                    <a:gd name="T1" fmla="*/ 290 h 5656"/>
                                    <a:gd name="T2" fmla="*/ 863 w 1096"/>
                                    <a:gd name="T3" fmla="*/ 56 h 5656"/>
                                    <a:gd name="T4" fmla="*/ 586 w 1096"/>
                                    <a:gd name="T5" fmla="*/ 626 h 5656"/>
                                    <a:gd name="T6" fmla="*/ 201 w 1096"/>
                                    <a:gd name="T7" fmla="*/ 1568 h 5656"/>
                                    <a:gd name="T8" fmla="*/ 57 w 1096"/>
                                    <a:gd name="T9" fmla="*/ 2054 h 5656"/>
                                    <a:gd name="T10" fmla="*/ 7 w 1096"/>
                                    <a:gd name="T11" fmla="*/ 2546 h 5656"/>
                                    <a:gd name="T12" fmla="*/ 97 w 1096"/>
                                    <a:gd name="T13" fmla="*/ 2906 h 5656"/>
                                    <a:gd name="T14" fmla="*/ 317 w 1096"/>
                                    <a:gd name="T15" fmla="*/ 3249 h 5656"/>
                                    <a:gd name="T16" fmla="*/ 500 w 1096"/>
                                    <a:gd name="T17" fmla="*/ 3708 h 5656"/>
                                    <a:gd name="T18" fmla="*/ 656 w 1096"/>
                                    <a:gd name="T19" fmla="*/ 4375 h 5656"/>
                                    <a:gd name="T20" fmla="*/ 925 w 1096"/>
                                    <a:gd name="T21" fmla="*/ 5028 h 5656"/>
                                    <a:gd name="T22" fmla="*/ 1057 w 1096"/>
                                    <a:gd name="T23" fmla="*/ 5352 h 5656"/>
                                    <a:gd name="T24" fmla="*/ 1086 w 1096"/>
                                    <a:gd name="T25" fmla="*/ 5529 h 5656"/>
                                    <a:gd name="T26" fmla="*/ 997 w 1096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6" h="5656">
                                      <a:moveTo>
                                        <a:pt x="820" y="290"/>
                                      </a:moveTo>
                                      <a:cubicBezTo>
                                        <a:pt x="829" y="251"/>
                                        <a:pt x="902" y="0"/>
                                        <a:pt x="863" y="56"/>
                                      </a:cubicBezTo>
                                      <a:cubicBezTo>
                                        <a:pt x="824" y="112"/>
                                        <a:pt x="696" y="374"/>
                                        <a:pt x="586" y="626"/>
                                      </a:cubicBezTo>
                                      <a:cubicBezTo>
                                        <a:pt x="476" y="878"/>
                                        <a:pt x="290" y="1330"/>
                                        <a:pt x="201" y="1568"/>
                                      </a:cubicBezTo>
                                      <a:cubicBezTo>
                                        <a:pt x="113" y="1806"/>
                                        <a:pt x="89" y="1891"/>
                                        <a:pt x="57" y="2054"/>
                                      </a:cubicBezTo>
                                      <a:cubicBezTo>
                                        <a:pt x="25" y="2217"/>
                                        <a:pt x="0" y="2404"/>
                                        <a:pt x="7" y="2546"/>
                                      </a:cubicBezTo>
                                      <a:cubicBezTo>
                                        <a:pt x="14" y="2688"/>
                                        <a:pt x="45" y="2789"/>
                                        <a:pt x="97" y="2906"/>
                                      </a:cubicBezTo>
                                      <a:cubicBezTo>
                                        <a:pt x="149" y="3023"/>
                                        <a:pt x="250" y="3115"/>
                                        <a:pt x="317" y="3249"/>
                                      </a:cubicBezTo>
                                      <a:cubicBezTo>
                                        <a:pt x="384" y="3383"/>
                                        <a:pt x="444" y="3520"/>
                                        <a:pt x="500" y="3708"/>
                                      </a:cubicBezTo>
                                      <a:cubicBezTo>
                                        <a:pt x="556" y="3896"/>
                                        <a:pt x="585" y="4155"/>
                                        <a:pt x="656" y="4375"/>
                                      </a:cubicBezTo>
                                      <a:cubicBezTo>
                                        <a:pt x="727" y="4595"/>
                                        <a:pt x="858" y="4865"/>
                                        <a:pt x="925" y="5028"/>
                                      </a:cubicBezTo>
                                      <a:cubicBezTo>
                                        <a:pt x="992" y="5191"/>
                                        <a:pt x="1030" y="5269"/>
                                        <a:pt x="1057" y="5352"/>
                                      </a:cubicBezTo>
                                      <a:cubicBezTo>
                                        <a:pt x="1084" y="5435"/>
                                        <a:pt x="1096" y="5478"/>
                                        <a:pt x="1086" y="5529"/>
                                      </a:cubicBezTo>
                                      <a:cubicBezTo>
                                        <a:pt x="1076" y="5580"/>
                                        <a:pt x="1015" y="5630"/>
                                        <a:pt x="997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47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306" y="3556"/>
                                  <a:ext cx="553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471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570" y="3485"/>
                                  <a:ext cx="485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47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44" y="4215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47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524" y="6250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47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814" y="6752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47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955" y="3608"/>
                                  <a:ext cx="1000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47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098" y="3454"/>
                                  <a:ext cx="1677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47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390" y="10800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47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113" y="10239"/>
                                  <a:ext cx="569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47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354" y="10931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48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457" y="3389"/>
                                  <a:ext cx="2606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F5160A" id="Group 463" o:spid="_x0000_s1026" style="position:absolute;margin-left:66.15pt;margin-top:5pt;width:142.35pt;height:386.75pt;z-index:251657216" coordorigin="2457,3389" coordsize="2847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">
                      <v:shape id="Freeform 464" o:spid="_x0000_s1027" style="position:absolute;left:4240;top:9640;width:134;height:256;flip:x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465" o:spid="_x0000_s1028" style="position:absolute;left:4883;top:4666;width:421;height:416;flip:x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" path="m,c26,70,52,140,120,204v68,64,178,122,288,180e" filled="f" strokecolor="gray" strokeweight="1pt">
                        <v:path arrowok="t" o:connecttype="custom" o:connectlocs="0,0;124,221;421,416" o:connectangles="0,0,0"/>
                      </v:shape>
                      <v:shape id="Freeform 466" o:spid="_x0000_s1029" style="position:absolute;left:3516;top:6608;width:443;height:646;flip:x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9,302;399,206;315,170;194,2;255,182;218,314;14,614" o:connectangles="0,0,0,0,0,0,0,0,0"/>
                      </v:shape>
                      <v:shape id="Freeform 467" o:spid="_x0000_s1030" style="position:absolute;left:3445;top:7360;width:969;height:2543;flip:x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3,1686;464,1288;589,724;746,282;952,8;849,330;777,594;683,983;565,1410;361,1861;216,2262" o:connectangles="0,0,0,0,0,0,0,0,0,0,0,0,0,0"/>
                      </v:shape>
                      <v:shape id="Freeform 468" o:spid="_x0000_s1031" style="position:absolute;left:3171;top:7104;width:967;height:2806;flip:x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4,1676;498,1148;575,864;727,332;835,12;960,406;876,824;541,1522;291,2040;151,2376;120,2806" o:connectangles="0,0,0,0,0,0,0,0,0,0,0,0,0"/>
                      </v:shape>
                      <v:shape id="Freeform 469" o:spid="_x0000_s1032" style="position:absolute;left:3371;top:4292;width:1096;height:5656;visibility:visible;mso-wrap-style:square;v-text-anchor:top" coordsize="1096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" path="m820,290c829,251,902,,863,56,824,112,696,374,586,626,476,878,290,1330,201,1568,113,1806,89,1891,57,2054,25,2217,,2404,7,2546v7,142,38,243,90,360c149,3023,250,3115,317,3249v67,134,127,271,183,459c556,3896,585,4155,656,4375v71,220,202,490,269,653c992,5191,1030,5269,1057,5352v27,83,39,126,29,177c1076,5580,1015,5630,997,5656e" filled="f" strokecolor="#333">
                        <v:path arrowok="t" o:connecttype="custom" o:connectlocs="820,290;863,56;586,626;201,1568;57,2054;7,2546;97,2906;317,3249;500,3708;656,4375;925,5028;1057,5352;1086,5529;997,5656" o:connectangles="0,0,0,0,0,0,0,0,0,0,0,0,0,0"/>
                      </v:shape>
                      <v:shape id="Freeform 470" o:spid="_x0000_s1033" style="position:absolute;left:4306;top:3556;width:553;height:1080;flip:x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7,330;445,570;493,804;553,1080" o:connectangles="0,0,0,0,0"/>
                      </v:shape>
                      <v:shape id="Freeform 471" o:spid="_x0000_s1034" style="position:absolute;left:3570;top:3485;width:485;height:595;flip:x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1,581;406,497;310,367;253,228;223,137;184,106;21,5;60,75;177,223;322,415;471,581" o:connectangles="0,0,0,0,0,0,0,0,0,0,0"/>
                      </v:shape>
                      <v:shape id="Freeform 472" o:spid="_x0000_s1035" style="position:absolute;left:4844;top:4215;width:184;height:825;flip:x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473" o:spid="_x0000_s1036" style="position:absolute;left:2524;top:6250;width:154;height:102;flip:x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474" o:spid="_x0000_s1037" style="position:absolute;left:2814;top:6752;width:230;height:909;flip:x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475" o:spid="_x0000_s1038" style="position:absolute;left:3955;top:3608;width:1000;height:614;flip:x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" path="m,614c29,524,57,436,144,350,231,264,381,158,523,100,665,42,899,21,998,e" filled="f">
                        <v:stroke dashstyle="1 1" endcap="round"/>
                        <v:path arrowok="t" o:connecttype="custom" o:connectlocs="0,614;144,350;524,100;1000,0" o:connectangles="0,0,0,0"/>
                      </v:shape>
                      <v:shape id="Freeform 476" o:spid="_x0000_s1039" style="position:absolute;left:3098;top:3454;width:1677;height:6456;flip:x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1,318;650,786;1010,1554;1335,2370;1486,2868;1528,3324;1546,3576;1672,4056;1576,4518;1185,5328;914,5880;842,6144;830,6456" o:connectangles="0,0,0,0,0,0,0,0,0,0,0,0,0,0"/>
                      </v:shape>
                      <v:shape id="Freeform 477" o:spid="_x0000_s1040" style="position:absolute;left:3390;top:10800;width:232;height:138;flip:x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478" o:spid="_x0000_s1041" style="position:absolute;left:4113;top:10239;width:569;height:562;flip:x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7,559;497,427;424,253;304,121;99,49;9,1;45,43;141,97;238,193;322,307;424,445;557,559" o:connectangles="0,0,0,0,0,0,0,0,0,0,0,0"/>
                      </v:shape>
                      <v:shape id="Freeform 479" o:spid="_x0000_s1042" style="position:absolute;left:3354;top:10931;width:99;height:52;flip:x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480" o:spid="_x0000_s1043" style="position:absolute;left:2457;top:3389;width:2606;height:7735;flip:x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1,2059;818,2525;1046,2801;1214,3149;1328,3425;1166,3684;916,4097;835,4462;801,4846;661,5441;555,5907;361,6209;168,6389;144,6581;313,6797;457,6917;577,7007;800,7301;940,7438;1094,7625;1286,7709;1431,7697;1515,7733;1695,7709;1761,7607;1647,7517;1537,7469;1431,7402;1323,7193;1226,6827;1166,6575;1250,6101;1479,5561;1803,4949;2116,4169;2260,3857;2513,3437;2603,3149;2531,2909;2381,2417;2195,1913;1912,1349;1599,845;1496,694;1455,533;1402,327;1369,0" o:connectangles="0,0,0,0,0,0,0,0,0,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8727F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4041140</wp:posOffset>
                      </wp:positionH>
                      <wp:positionV relativeFrom="paragraph">
                        <wp:posOffset>45085</wp:posOffset>
                      </wp:positionV>
                      <wp:extent cx="1080135" cy="4745355"/>
                      <wp:effectExtent l="8255" t="9525" r="6985" b="7620"/>
                      <wp:wrapNone/>
                      <wp:docPr id="19" name="Group 4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1080135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20" name="Freeform 4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4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4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4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4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4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4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4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4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4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F721C1" id="Group 481" o:spid="_x0000_s1026" style="position:absolute;margin-left:318.2pt;margin-top:3.55pt;width:85.05pt;height:373.65pt;flip:x;z-index:251658240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">
                      <v:shape id="Freeform 482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483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484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485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486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" path="m,c14,4,28,8,34,12e" filled="f" strokecolor="gray">
                        <v:path arrowok="t" o:connecttype="custom" o:connectlocs="0,0;34,12" o:connectangles="0,0"/>
                      </v:shape>
                      <v:shape id="Freeform 487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" path="m,c,,18,7,36,15e" filled="f" strokecolor="gray">
                        <v:path arrowok="t" o:connecttype="custom" o:connectlocs="0,0;36,15" o:connectangles="0,0"/>
                      </v:shape>
                      <v:shape id="Freeform 488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489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490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491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492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493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</w:p>
        </w:tc>
      </w:tr>
      <w:tr w:rsidR="0064185E" w:rsidRPr="0058727F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305A5D" w:rsidP="0058727F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4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4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D9595F4" id="Group 447" o:spid="_x0000_s1026" style="position:absolute;margin-left:68.7pt;margin-top:1.4pt;width:15.35pt;height:6.85pt;z-index:251653120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">
                      <v:line id="Line 448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449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64185E" w:rsidRPr="0058727F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305A5D" w:rsidP="0058727F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9525" t="10160" r="5080" b="7620"/>
                      <wp:wrapNone/>
                      <wp:docPr id="11" name="Group 4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12" name="Line 4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4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Freeform 4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4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1BB8894" id="Group 454" o:spid="_x0000_s1026" style="position:absolute;margin-left:212.6pt;margin-top:1.4pt;width:15.35pt;height:6.85pt;z-index:251655168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">
                      <v:line id="Line 455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    <v:line id="Line 456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    <v:shape id="Freeform 457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458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2009140</wp:posOffset>
                      </wp:positionH>
                      <wp:positionV relativeFrom="paragraph">
                        <wp:posOffset>16510</wp:posOffset>
                      </wp:positionV>
                      <wp:extent cx="194945" cy="85725"/>
                      <wp:effectExtent l="42545" t="8890" r="38735" b="10160"/>
                      <wp:wrapNone/>
                      <wp:docPr id="7" name="Group 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8" name="Line 4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4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4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B9ACFC" id="Group 450" o:spid="_x0000_s1026" style="position:absolute;margin-left:158.2pt;margin-top:1.3pt;width:15.35pt;height:6.75pt;z-index:251654144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">
                      <v:line id="Line 451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" strokecolor="red" strokeweight="6pt"/>
                      <v:line id="Line 452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line id="Line 453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  </v:group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43815" t="45085" r="38100" b="40640"/>
                      <wp:wrapNone/>
                      <wp:docPr id="6" name="Line 4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1B8D40" id="Line 446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Clb2Wb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3930015</wp:posOffset>
                      </wp:positionH>
                      <wp:positionV relativeFrom="paragraph">
                        <wp:posOffset>15875</wp:posOffset>
                      </wp:positionV>
                      <wp:extent cx="194945" cy="89535"/>
                      <wp:effectExtent l="10795" t="8255" r="13335" b="6985"/>
                      <wp:wrapNone/>
                      <wp:docPr id="2" name="Group 4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3" name="Freeform 4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Line 4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253EAF" id="Group 459" o:spid="_x0000_s1026" style="position:absolute;margin-left:309.45pt;margin-top:1.25pt;width:15.35pt;height:7.05pt;z-index:251656192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">
                      <v:shape id="Freeform 460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461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    <v:line id="Line 462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</v:group>
                  </w:pict>
                </mc:Fallback>
              </mc:AlternateContent>
            </w:r>
            <w:r w:rsidR="0064185E" w:rsidRPr="0058727F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Default="00305A5D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Patent and competent </w:t>
            </w:r>
          </w:p>
          <w:p w:rsidR="00305A5D" w:rsidRPr="0058727F" w:rsidRDefault="00305A5D" w:rsidP="0058727F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Default="00305A5D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 and competent</w:t>
            </w:r>
          </w:p>
          <w:p w:rsidR="00305A5D" w:rsidRPr="0058727F" w:rsidRDefault="00305A5D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bookmarkStart w:id="0" w:name="_GoBack"/>
            <w:bookmarkEnd w:id="0"/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305A5D" w:rsidRDefault="00305A5D" w:rsidP="00305A5D">
            <w:pPr>
              <w:tabs>
                <w:tab w:val="left" w:pos="271"/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No incompetent perforators </w:t>
            </w: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</w:tr>
      <w:tr w:rsidR="0064185E" w:rsidRPr="0058727F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58727F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Default="00305A5D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Justin Cullinan - Trainee Vascular Scientist </w:t>
            </w:r>
          </w:p>
          <w:p w:rsidR="00305A5D" w:rsidRPr="0058727F" w:rsidRDefault="00305A5D" w:rsidP="0058727F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Default="00694581" w:rsidP="00022CCA"/>
    <w:sectPr w:rsidR="00694581" w:rsidSect="0064185E">
      <w:headerReference w:type="default" r:id="rId8"/>
      <w:foot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798" w:rsidRDefault="00314798">
      <w:r>
        <w:separator/>
      </w:r>
    </w:p>
  </w:endnote>
  <w:endnote w:type="continuationSeparator" w:id="0">
    <w:p w:rsidR="00314798" w:rsidRDefault="00314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95A" w:rsidRPr="00CF26B4" w:rsidRDefault="00BC295A" w:rsidP="00CF26B4">
    <w:pPr>
      <w:pStyle w:val="Footer"/>
      <w:jc w:val="right"/>
      <w:rPr>
        <w:color w:val="3366FF"/>
        <w:sz w:val="16"/>
        <w:szCs w:val="16"/>
      </w:rPr>
    </w:pPr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798" w:rsidRDefault="00314798">
      <w:r>
        <w:separator/>
      </w:r>
    </w:p>
  </w:footnote>
  <w:footnote w:type="continuationSeparator" w:id="0">
    <w:p w:rsidR="00314798" w:rsidRDefault="00314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85E" w:rsidRDefault="00305A5D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4773930</wp:posOffset>
          </wp:positionH>
          <wp:positionV relativeFrom="paragraph">
            <wp:posOffset>-52070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64632"/>
    <w:multiLevelType w:val="hybridMultilevel"/>
    <w:tmpl w:val="4EB273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370A6C"/>
    <w:multiLevelType w:val="multilevel"/>
    <w:tmpl w:val="4238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AF3E20"/>
    <w:multiLevelType w:val="hybridMultilevel"/>
    <w:tmpl w:val="16D681E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2834E6"/>
    <w:multiLevelType w:val="hybridMultilevel"/>
    <w:tmpl w:val="12AA6152"/>
    <w:lvl w:ilvl="0" w:tplc="E4AADF9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CE3A76"/>
    <w:multiLevelType w:val="hybridMultilevel"/>
    <w:tmpl w:val="E4F2DBA6"/>
    <w:lvl w:ilvl="0" w:tplc="1FE04856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B12191D"/>
    <w:multiLevelType w:val="hybridMultilevel"/>
    <w:tmpl w:val="24E2536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A014ABD"/>
    <w:multiLevelType w:val="hybridMultilevel"/>
    <w:tmpl w:val="D51A0380"/>
    <w:lvl w:ilvl="0" w:tplc="1FE04856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FE366B"/>
    <w:multiLevelType w:val="hybridMultilevel"/>
    <w:tmpl w:val="F0BE52D4"/>
    <w:lvl w:ilvl="0" w:tplc="1FE04856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012D20"/>
    <w:multiLevelType w:val="hybridMultilevel"/>
    <w:tmpl w:val="A9328BF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F9"/>
    <w:rsid w:val="00003DD7"/>
    <w:rsid w:val="000227B6"/>
    <w:rsid w:val="00022CCA"/>
    <w:rsid w:val="00031B88"/>
    <w:rsid w:val="00052427"/>
    <w:rsid w:val="000777D3"/>
    <w:rsid w:val="00082FF5"/>
    <w:rsid w:val="000852AD"/>
    <w:rsid w:val="00097CEB"/>
    <w:rsid w:val="000A3239"/>
    <w:rsid w:val="000B0FDF"/>
    <w:rsid w:val="000B23A0"/>
    <w:rsid w:val="000F3804"/>
    <w:rsid w:val="000F7427"/>
    <w:rsid w:val="001135A8"/>
    <w:rsid w:val="00130125"/>
    <w:rsid w:val="00130D4E"/>
    <w:rsid w:val="00151F7C"/>
    <w:rsid w:val="001548EB"/>
    <w:rsid w:val="00163316"/>
    <w:rsid w:val="00185DE1"/>
    <w:rsid w:val="00191755"/>
    <w:rsid w:val="00193A3A"/>
    <w:rsid w:val="001C1F8A"/>
    <w:rsid w:val="001E2685"/>
    <w:rsid w:val="001F46FD"/>
    <w:rsid w:val="002027E7"/>
    <w:rsid w:val="0020510B"/>
    <w:rsid w:val="00216637"/>
    <w:rsid w:val="00217128"/>
    <w:rsid w:val="0023495B"/>
    <w:rsid w:val="00267D9C"/>
    <w:rsid w:val="002701F3"/>
    <w:rsid w:val="00273FAB"/>
    <w:rsid w:val="00276D96"/>
    <w:rsid w:val="002845F4"/>
    <w:rsid w:val="00292280"/>
    <w:rsid w:val="002C2267"/>
    <w:rsid w:val="00305A5D"/>
    <w:rsid w:val="00314798"/>
    <w:rsid w:val="00324B94"/>
    <w:rsid w:val="00332965"/>
    <w:rsid w:val="003512C1"/>
    <w:rsid w:val="003569B0"/>
    <w:rsid w:val="00360F67"/>
    <w:rsid w:val="00390516"/>
    <w:rsid w:val="003A31C2"/>
    <w:rsid w:val="003B7DF9"/>
    <w:rsid w:val="003D2602"/>
    <w:rsid w:val="003D2FDF"/>
    <w:rsid w:val="003E7404"/>
    <w:rsid w:val="00400424"/>
    <w:rsid w:val="00423506"/>
    <w:rsid w:val="0043024B"/>
    <w:rsid w:val="0043201F"/>
    <w:rsid w:val="00436614"/>
    <w:rsid w:val="00443A11"/>
    <w:rsid w:val="00445C74"/>
    <w:rsid w:val="00446D9E"/>
    <w:rsid w:val="004479C2"/>
    <w:rsid w:val="00454B24"/>
    <w:rsid w:val="00475D18"/>
    <w:rsid w:val="004932D3"/>
    <w:rsid w:val="00495AB0"/>
    <w:rsid w:val="004C5B5F"/>
    <w:rsid w:val="004E31CA"/>
    <w:rsid w:val="00525F8D"/>
    <w:rsid w:val="0055661A"/>
    <w:rsid w:val="0057474B"/>
    <w:rsid w:val="0058727F"/>
    <w:rsid w:val="00594056"/>
    <w:rsid w:val="005971C3"/>
    <w:rsid w:val="005B0DDD"/>
    <w:rsid w:val="005B36B6"/>
    <w:rsid w:val="005E3789"/>
    <w:rsid w:val="005E5BC0"/>
    <w:rsid w:val="005E7DDE"/>
    <w:rsid w:val="006174D0"/>
    <w:rsid w:val="0064185E"/>
    <w:rsid w:val="006620F2"/>
    <w:rsid w:val="00687CAB"/>
    <w:rsid w:val="00694581"/>
    <w:rsid w:val="0069482D"/>
    <w:rsid w:val="006A070D"/>
    <w:rsid w:val="006A200E"/>
    <w:rsid w:val="006B62F8"/>
    <w:rsid w:val="006D1008"/>
    <w:rsid w:val="006E5DFC"/>
    <w:rsid w:val="0070477C"/>
    <w:rsid w:val="007412B4"/>
    <w:rsid w:val="00742C0E"/>
    <w:rsid w:val="0077506E"/>
    <w:rsid w:val="00781E01"/>
    <w:rsid w:val="00784424"/>
    <w:rsid w:val="007A268A"/>
    <w:rsid w:val="007A7B01"/>
    <w:rsid w:val="007B50B3"/>
    <w:rsid w:val="008217B1"/>
    <w:rsid w:val="00827E03"/>
    <w:rsid w:val="00845175"/>
    <w:rsid w:val="008527CA"/>
    <w:rsid w:val="00856482"/>
    <w:rsid w:val="00877255"/>
    <w:rsid w:val="008A3F82"/>
    <w:rsid w:val="008A66E5"/>
    <w:rsid w:val="008B27E9"/>
    <w:rsid w:val="008B5D7F"/>
    <w:rsid w:val="008D1F98"/>
    <w:rsid w:val="008D30DD"/>
    <w:rsid w:val="008D344E"/>
    <w:rsid w:val="008F5610"/>
    <w:rsid w:val="00911F56"/>
    <w:rsid w:val="00915AB3"/>
    <w:rsid w:val="00923452"/>
    <w:rsid w:val="00923F4D"/>
    <w:rsid w:val="00936E4D"/>
    <w:rsid w:val="0094691B"/>
    <w:rsid w:val="00953971"/>
    <w:rsid w:val="0095780D"/>
    <w:rsid w:val="00982809"/>
    <w:rsid w:val="009926B2"/>
    <w:rsid w:val="009A0459"/>
    <w:rsid w:val="009A34D2"/>
    <w:rsid w:val="009A5CA0"/>
    <w:rsid w:val="009B1ACE"/>
    <w:rsid w:val="009C45D8"/>
    <w:rsid w:val="009C6954"/>
    <w:rsid w:val="00A00D03"/>
    <w:rsid w:val="00A037DD"/>
    <w:rsid w:val="00A2359B"/>
    <w:rsid w:val="00A4508B"/>
    <w:rsid w:val="00A61C02"/>
    <w:rsid w:val="00A7491A"/>
    <w:rsid w:val="00A94F07"/>
    <w:rsid w:val="00AA6449"/>
    <w:rsid w:val="00AA67B2"/>
    <w:rsid w:val="00AE30A1"/>
    <w:rsid w:val="00AF27D7"/>
    <w:rsid w:val="00B22B19"/>
    <w:rsid w:val="00B46ED4"/>
    <w:rsid w:val="00B52526"/>
    <w:rsid w:val="00B67AFA"/>
    <w:rsid w:val="00B907F1"/>
    <w:rsid w:val="00BC295A"/>
    <w:rsid w:val="00BE3AF9"/>
    <w:rsid w:val="00C46C3E"/>
    <w:rsid w:val="00C47CD3"/>
    <w:rsid w:val="00C76199"/>
    <w:rsid w:val="00C9350C"/>
    <w:rsid w:val="00CB5F45"/>
    <w:rsid w:val="00CC6657"/>
    <w:rsid w:val="00CC6B3F"/>
    <w:rsid w:val="00CD7188"/>
    <w:rsid w:val="00CE3465"/>
    <w:rsid w:val="00CE5DD1"/>
    <w:rsid w:val="00CF26B4"/>
    <w:rsid w:val="00D1284F"/>
    <w:rsid w:val="00D34D9F"/>
    <w:rsid w:val="00D37153"/>
    <w:rsid w:val="00D42CEC"/>
    <w:rsid w:val="00D46EFA"/>
    <w:rsid w:val="00D605F8"/>
    <w:rsid w:val="00D63EE0"/>
    <w:rsid w:val="00D73345"/>
    <w:rsid w:val="00D75031"/>
    <w:rsid w:val="00D8557F"/>
    <w:rsid w:val="00D857B8"/>
    <w:rsid w:val="00D91CF0"/>
    <w:rsid w:val="00DB02D6"/>
    <w:rsid w:val="00DB7533"/>
    <w:rsid w:val="00DD13FB"/>
    <w:rsid w:val="00DD1904"/>
    <w:rsid w:val="00E071B6"/>
    <w:rsid w:val="00E16438"/>
    <w:rsid w:val="00E21EED"/>
    <w:rsid w:val="00E4758F"/>
    <w:rsid w:val="00E531EF"/>
    <w:rsid w:val="00E55A8A"/>
    <w:rsid w:val="00E70784"/>
    <w:rsid w:val="00E75EB3"/>
    <w:rsid w:val="00E96ADB"/>
    <w:rsid w:val="00EC3D06"/>
    <w:rsid w:val="00ED68F8"/>
    <w:rsid w:val="00EE78DF"/>
    <w:rsid w:val="00F06E95"/>
    <w:rsid w:val="00F721DC"/>
    <w:rsid w:val="00FA4C28"/>
    <w:rsid w:val="00FB7BE5"/>
    <w:rsid w:val="00FC3506"/>
    <w:rsid w:val="00FD5807"/>
    <w:rsid w:val="00FD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1A0DC400"/>
  <w15:chartTrackingRefBased/>
  <w15:docId w15:val="{3EBB2F39-3F60-4703-8CA4-4BDFE0FFA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Right CVI Study nl</Template>
  <TotalTime>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Michelle Cooper</dc:creator>
  <cp:keywords/>
  <cp:lastModifiedBy>Yeung, Alwin</cp:lastModifiedBy>
  <cp:revision>2</cp:revision>
  <dcterms:created xsi:type="dcterms:W3CDTF">2021-09-28T11:25:00Z</dcterms:created>
  <dcterms:modified xsi:type="dcterms:W3CDTF">2021-09-28T11:25:00Z</dcterms:modified>
  <cp:category>Patient Report</cp:category>
</cp:coreProperties>
</file>